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A0A6A" w14:textId="09844083" w:rsidR="00071842" w:rsidRDefault="007661C8" w:rsidP="007661C8">
      <w:pPr>
        <w:pStyle w:val="a3"/>
      </w:pPr>
      <w:r w:rsidRPr="007661C8">
        <w:rPr>
          <w:rFonts w:hint="eastAsia"/>
        </w:rPr>
        <w:t>AI</w:t>
      </w:r>
      <w:r w:rsidRPr="007661C8">
        <w:rPr>
          <w:rFonts w:hint="eastAsia"/>
        </w:rPr>
        <w:t>书法家风格探索系统</w:t>
      </w:r>
      <w:r w:rsidRPr="007661C8">
        <w:rPr>
          <w:rFonts w:hint="eastAsia"/>
        </w:rPr>
        <w:t xml:space="preserve"> V1.0</w:t>
      </w:r>
    </w:p>
    <w:p w14:paraId="1DA248F0" w14:textId="77777777" w:rsidR="007661C8" w:rsidRDefault="007661C8" w:rsidP="007661C8">
      <w:pPr>
        <w:pStyle w:val="PARAM"/>
        <w:ind w:firstLine="420"/>
      </w:pPr>
    </w:p>
    <w:p w14:paraId="02BEFD1F" w14:textId="673FBA26" w:rsidR="007661C8" w:rsidRDefault="007661C8" w:rsidP="007661C8">
      <w:pPr>
        <w:pStyle w:val="10"/>
      </w:pPr>
      <w:r>
        <w:rPr>
          <w:rFonts w:hint="eastAsia"/>
        </w:rPr>
        <w:t>简介</w:t>
      </w:r>
    </w:p>
    <w:p w14:paraId="137A3349" w14:textId="09025920" w:rsidR="007661C8" w:rsidRDefault="006C4883" w:rsidP="007661C8">
      <w:pPr>
        <w:pStyle w:val="PARAM"/>
        <w:ind w:firstLine="420"/>
      </w:pPr>
      <w:r>
        <w:rPr>
          <w:rFonts w:hint="eastAsia"/>
        </w:rPr>
        <w:t>本作品为</w:t>
      </w:r>
      <w:r w:rsidRPr="006C4883">
        <w:rPr>
          <w:rFonts w:hint="eastAsia"/>
        </w:rPr>
        <w:t>AI</w:t>
      </w:r>
      <w:r w:rsidRPr="006C4883">
        <w:rPr>
          <w:rFonts w:hint="eastAsia"/>
        </w:rPr>
        <w:t>书法家风格探索系统</w:t>
      </w:r>
      <w:r>
        <w:rPr>
          <w:rFonts w:hint="eastAsia"/>
        </w:rPr>
        <w:t>，</w:t>
      </w:r>
      <w:r w:rsidR="00227724">
        <w:rPr>
          <w:rFonts w:hint="eastAsia"/>
        </w:rPr>
        <w:t>该软件基于深度学习与计算机视觉技术，</w:t>
      </w:r>
      <w:r>
        <w:rPr>
          <w:rFonts w:hint="eastAsia"/>
        </w:rPr>
        <w:t>用户可以</w:t>
      </w:r>
      <w:r w:rsidR="00227724">
        <w:rPr>
          <w:rFonts w:hint="eastAsia"/>
        </w:rPr>
        <w:t>通过该软件分析给定书法作品的风格，并探索对应的书法家。</w:t>
      </w:r>
    </w:p>
    <w:p w14:paraId="48B0BE63" w14:textId="38E3E74E" w:rsidR="00227724" w:rsidRDefault="00227724" w:rsidP="007661C8">
      <w:pPr>
        <w:pStyle w:val="PARAM"/>
        <w:ind w:firstLine="420"/>
      </w:pPr>
      <w:r>
        <w:rPr>
          <w:rFonts w:hint="eastAsia"/>
        </w:rPr>
        <w:t>主要功能：</w:t>
      </w:r>
    </w:p>
    <w:p w14:paraId="5971597F" w14:textId="1C127885" w:rsidR="00227724" w:rsidRDefault="00227724" w:rsidP="007661C8">
      <w:pPr>
        <w:pStyle w:val="PARAM"/>
        <w:ind w:firstLine="420"/>
      </w:pPr>
      <w:r>
        <w:rPr>
          <w:rFonts w:hint="eastAsia"/>
        </w:rPr>
        <w:t>1</w:t>
      </w:r>
      <w:r>
        <w:rPr>
          <w:rFonts w:hint="eastAsia"/>
        </w:rPr>
        <w:t>）根据给定的书法作品图片（</w:t>
      </w:r>
      <w:r>
        <w:rPr>
          <w:rFonts w:hint="eastAsia"/>
        </w:rPr>
        <w:t>JPG</w:t>
      </w:r>
      <w:r>
        <w:rPr>
          <w:rFonts w:hint="eastAsia"/>
        </w:rPr>
        <w:t>、</w:t>
      </w:r>
      <w:r>
        <w:rPr>
          <w:rFonts w:hint="eastAsia"/>
        </w:rPr>
        <w:t>PNG</w:t>
      </w:r>
      <w:r>
        <w:rPr>
          <w:rFonts w:hint="eastAsia"/>
        </w:rPr>
        <w:t>等格式），自动识别其中的文字部分；</w:t>
      </w:r>
    </w:p>
    <w:p w14:paraId="03FB274D" w14:textId="0FB0B2AB" w:rsidR="00227724" w:rsidRDefault="00227724" w:rsidP="007661C8">
      <w:pPr>
        <w:pStyle w:val="PARAM"/>
        <w:ind w:firstLine="420"/>
      </w:pPr>
      <w:r>
        <w:rPr>
          <w:rFonts w:hint="eastAsia"/>
        </w:rPr>
        <w:t>2</w:t>
      </w:r>
      <w:r>
        <w:rPr>
          <w:rFonts w:hint="eastAsia"/>
        </w:rPr>
        <w:t>）根据</w:t>
      </w:r>
      <w:r>
        <w:rPr>
          <w:rFonts w:hint="eastAsia"/>
        </w:rPr>
        <w:t>书法作品的文字部分</w:t>
      </w:r>
      <w:r>
        <w:rPr>
          <w:rFonts w:hint="eastAsia"/>
        </w:rPr>
        <w:t>，通过</w:t>
      </w:r>
      <w:r>
        <w:rPr>
          <w:rFonts w:hint="eastAsia"/>
        </w:rPr>
        <w:t>AI</w:t>
      </w:r>
      <w:r>
        <w:rPr>
          <w:rFonts w:hint="eastAsia"/>
        </w:rPr>
        <w:t>识别对应风格的古、现代书法家，并给出</w:t>
      </w:r>
      <w:r w:rsidR="00180522">
        <w:rPr>
          <w:rFonts w:hint="eastAsia"/>
        </w:rPr>
        <w:t>相应</w:t>
      </w:r>
      <w:r>
        <w:rPr>
          <w:rFonts w:hint="eastAsia"/>
        </w:rPr>
        <w:t>的介绍</w:t>
      </w:r>
      <w:r w:rsidR="00180522">
        <w:rPr>
          <w:rFonts w:hint="eastAsia"/>
        </w:rPr>
        <w:t>。</w:t>
      </w:r>
    </w:p>
    <w:p w14:paraId="140C5EA1" w14:textId="3E670CA9" w:rsidR="00180522" w:rsidRDefault="00180522" w:rsidP="007661C8">
      <w:pPr>
        <w:pStyle w:val="PARAM"/>
        <w:ind w:firstLine="420"/>
      </w:pPr>
      <w:r w:rsidRPr="00180522">
        <w:rPr>
          <w:rFonts w:hint="eastAsia"/>
        </w:rPr>
        <w:t>使用场景</w:t>
      </w:r>
      <w:r>
        <w:rPr>
          <w:rFonts w:hint="eastAsia"/>
        </w:rPr>
        <w:t>案例：</w:t>
      </w:r>
    </w:p>
    <w:p w14:paraId="2ADCAA67" w14:textId="138A8E05" w:rsidR="00180522" w:rsidRDefault="00180522" w:rsidP="007661C8">
      <w:pPr>
        <w:pStyle w:val="PARAM"/>
        <w:ind w:firstLine="420"/>
      </w:pPr>
      <w:r>
        <w:rPr>
          <w:rFonts w:hint="eastAsia"/>
        </w:rPr>
        <w:t>1</w:t>
      </w:r>
      <w:r>
        <w:rPr>
          <w:rFonts w:hint="eastAsia"/>
        </w:rPr>
        <w:t>）用户获得一张心仪的书法作品图片，希望了解更多类似风格的书法作品与书法家。</w:t>
      </w:r>
    </w:p>
    <w:p w14:paraId="3B1F60BE" w14:textId="2AE7848B" w:rsidR="00AE4731" w:rsidRDefault="00180522" w:rsidP="00AE4731">
      <w:pPr>
        <w:pStyle w:val="PARAM"/>
        <w:ind w:firstLine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）书法学习者希望学习更多关于书法家与书法风格的内容，或评判书法作品风格。</w:t>
      </w:r>
    </w:p>
    <w:p w14:paraId="2A69CCB6" w14:textId="70B1D9D2" w:rsidR="006C4883" w:rsidRDefault="00AE4731" w:rsidP="00AE4731">
      <w:pPr>
        <w:pStyle w:val="af"/>
      </w:pPr>
      <w:r w:rsidRPr="00AE4731">
        <w:rPr>
          <w:noProof/>
        </w:rPr>
        <w:drawing>
          <wp:inline distT="0" distB="0" distL="0" distR="0" wp14:anchorId="55506128" wp14:editId="199173EC">
            <wp:extent cx="5278120" cy="3505835"/>
            <wp:effectExtent l="0" t="0" r="0" b="0"/>
            <wp:docPr id="3869768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0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E3B1E" w14:textId="77777777" w:rsidR="00AE4731" w:rsidRPr="007661C8" w:rsidRDefault="00AE4731" w:rsidP="007661C8">
      <w:pPr>
        <w:pStyle w:val="PARAM"/>
        <w:ind w:firstLine="420"/>
        <w:rPr>
          <w:rFonts w:hint="eastAsia"/>
        </w:rPr>
      </w:pPr>
    </w:p>
    <w:p w14:paraId="17BEF382" w14:textId="4525E0AC" w:rsidR="007661C8" w:rsidRDefault="007661C8" w:rsidP="007661C8">
      <w:pPr>
        <w:pStyle w:val="10"/>
      </w:pPr>
      <w:r>
        <w:rPr>
          <w:rFonts w:hint="eastAsia"/>
        </w:rPr>
        <w:t>编译</w:t>
      </w:r>
      <w:r>
        <w:rPr>
          <w:rFonts w:hint="eastAsia"/>
        </w:rPr>
        <w:t>/</w:t>
      </w:r>
      <w:r>
        <w:rPr>
          <w:rFonts w:hint="eastAsia"/>
        </w:rPr>
        <w:t>运行环境</w:t>
      </w:r>
    </w:p>
    <w:p w14:paraId="166506AE" w14:textId="6051331B" w:rsidR="007661C8" w:rsidRDefault="006853D4" w:rsidP="007661C8">
      <w:pPr>
        <w:pStyle w:val="PARAM"/>
        <w:ind w:firstLine="42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）操作系统：</w:t>
      </w:r>
      <w:r>
        <w:rPr>
          <w:rFonts w:hint="eastAsia"/>
        </w:rPr>
        <w:t xml:space="preserve">Windows 11 </w:t>
      </w:r>
      <w:r w:rsidRPr="006853D4">
        <w:t>26100.4652</w:t>
      </w:r>
      <w:r w:rsidR="00975521">
        <w:rPr>
          <w:rFonts w:hint="eastAsia"/>
        </w:rPr>
        <w:t>，</w:t>
      </w:r>
      <w:r w:rsidR="00975521">
        <w:rPr>
          <w:rFonts w:hint="eastAsia"/>
        </w:rPr>
        <w:t>Windows 11 SDK 10.0.26100.3916</w:t>
      </w:r>
    </w:p>
    <w:p w14:paraId="18DBE7B4" w14:textId="5FABE3DB" w:rsidR="006853D4" w:rsidRDefault="006853D4" w:rsidP="007661C8">
      <w:pPr>
        <w:pStyle w:val="PARAM"/>
        <w:ind w:firstLine="420"/>
      </w:pPr>
      <w:r>
        <w:rPr>
          <w:rFonts w:hint="eastAsia"/>
        </w:rPr>
        <w:t>2</w:t>
      </w:r>
      <w:r>
        <w:rPr>
          <w:rFonts w:hint="eastAsia"/>
        </w:rPr>
        <w:t>）编译器：</w:t>
      </w:r>
      <w:r>
        <w:rPr>
          <w:rFonts w:hint="eastAsia"/>
        </w:rPr>
        <w:t>MSVC v143</w:t>
      </w:r>
      <w:r>
        <w:t xml:space="preserve"> - VS2022</w:t>
      </w:r>
      <w:r>
        <w:rPr>
          <w:rFonts w:hint="eastAsia"/>
        </w:rPr>
        <w:t xml:space="preserve"> </w:t>
      </w:r>
      <w:r>
        <w:t xml:space="preserve">C++ </w:t>
      </w:r>
      <w:r>
        <w:rPr>
          <w:rFonts w:hint="eastAsia"/>
        </w:rPr>
        <w:t>x86/</w:t>
      </w:r>
      <w:r w:rsidR="00975521">
        <w:rPr>
          <w:rFonts w:hint="eastAsia"/>
        </w:rPr>
        <w:t>x</w:t>
      </w:r>
      <w:r>
        <w:rPr>
          <w:rFonts w:hint="eastAsia"/>
        </w:rPr>
        <w:t>64</w:t>
      </w:r>
      <w:r>
        <w:rPr>
          <w:rFonts w:hint="eastAsia"/>
        </w:rPr>
        <w:t>生成工具</w:t>
      </w:r>
    </w:p>
    <w:p w14:paraId="566FF319" w14:textId="4E077DDF" w:rsidR="006853D4" w:rsidRDefault="006853D4" w:rsidP="007661C8">
      <w:pPr>
        <w:pStyle w:val="PARAM"/>
        <w:ind w:firstLine="420"/>
      </w:pPr>
      <w:r>
        <w:rPr>
          <w:rFonts w:hint="eastAsia"/>
        </w:rPr>
        <w:t>3</w:t>
      </w:r>
      <w:r>
        <w:rPr>
          <w:rFonts w:hint="eastAsia"/>
        </w:rPr>
        <w:t>）构建工具：</w:t>
      </w:r>
      <w:r>
        <w:rPr>
          <w:rFonts w:hint="eastAsia"/>
        </w:rPr>
        <w:t xml:space="preserve">CMAKE </w:t>
      </w:r>
      <w:r w:rsidRPr="006853D4">
        <w:t>3.31.8</w:t>
      </w:r>
    </w:p>
    <w:p w14:paraId="66C87B2B" w14:textId="770EB35F" w:rsidR="006853D4" w:rsidRDefault="006853D4" w:rsidP="007661C8">
      <w:pPr>
        <w:pStyle w:val="PARAM"/>
        <w:ind w:firstLine="420"/>
      </w:pP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>Python</w:t>
      </w:r>
      <w:r>
        <w:rPr>
          <w:rFonts w:hint="eastAsia"/>
        </w:rPr>
        <w:t>环境：</w:t>
      </w:r>
      <w:r w:rsidR="000C7E94" w:rsidRPr="000C7E94">
        <w:t>Python 3.12.10</w:t>
      </w:r>
      <w:r w:rsidR="00F203FE">
        <w:rPr>
          <w:rFonts w:hint="eastAsia"/>
        </w:rPr>
        <w:t>，</w:t>
      </w:r>
      <w:r w:rsidR="00F203FE" w:rsidRPr="00F203FE">
        <w:t>numpy</w:t>
      </w:r>
      <w:r w:rsidR="00F203FE">
        <w:rPr>
          <w:rFonts w:hint="eastAsia"/>
        </w:rPr>
        <w:t xml:space="preserve"> </w:t>
      </w:r>
      <w:r w:rsidR="00F203FE" w:rsidRPr="00F203FE">
        <w:t>2.2.6</w:t>
      </w:r>
    </w:p>
    <w:p w14:paraId="0B920D8D" w14:textId="42B274EC" w:rsidR="000C7E94" w:rsidRDefault="000C7E94" w:rsidP="007661C8">
      <w:pPr>
        <w:pStyle w:val="PARAM"/>
        <w:ind w:firstLine="420"/>
      </w:pPr>
      <w:r>
        <w:rPr>
          <w:rFonts w:hint="eastAsia"/>
        </w:rPr>
        <w:t>5</w:t>
      </w:r>
      <w:r>
        <w:rPr>
          <w:rFonts w:hint="eastAsia"/>
        </w:rPr>
        <w:t>）深度学习框架：</w:t>
      </w:r>
      <w:r>
        <w:rPr>
          <w:rFonts w:hint="eastAsia"/>
        </w:rPr>
        <w:t>py</w:t>
      </w:r>
      <w:r w:rsidRPr="000C7E94">
        <w:t>torch</w:t>
      </w:r>
      <w:r>
        <w:rPr>
          <w:rFonts w:hint="eastAsia"/>
        </w:rPr>
        <w:t xml:space="preserve"> </w:t>
      </w:r>
      <w:r w:rsidRPr="000C7E94">
        <w:t>2.7.1+cu128</w:t>
      </w:r>
    </w:p>
    <w:p w14:paraId="2ADF393C" w14:textId="7F4109F8" w:rsidR="006757C7" w:rsidRDefault="006757C7" w:rsidP="007661C8">
      <w:pPr>
        <w:pStyle w:val="PARAM"/>
        <w:ind w:firstLine="420"/>
      </w:pPr>
      <w:r>
        <w:rPr>
          <w:rFonts w:hint="eastAsia"/>
        </w:rPr>
        <w:t>6</w:t>
      </w:r>
      <w:r>
        <w:rPr>
          <w:rFonts w:hint="eastAsia"/>
        </w:rPr>
        <w:t>）计算机视觉框架：</w:t>
      </w:r>
      <w:r w:rsidRPr="006757C7">
        <w:t>opencv-python</w:t>
      </w:r>
      <w:r>
        <w:rPr>
          <w:rFonts w:hint="eastAsia"/>
        </w:rPr>
        <w:t xml:space="preserve"> </w:t>
      </w:r>
      <w:r w:rsidRPr="006757C7">
        <w:t>4.12.0.88</w:t>
      </w:r>
    </w:p>
    <w:p w14:paraId="3D9466D4" w14:textId="3C873ACC" w:rsidR="006853D4" w:rsidRDefault="006757C7" w:rsidP="00AE4731">
      <w:pPr>
        <w:pStyle w:val="PARAM"/>
        <w:ind w:firstLine="420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）</w:t>
      </w:r>
      <w:r>
        <w:rPr>
          <w:rFonts w:hint="eastAsia"/>
        </w:rPr>
        <w:t>GUI/</w:t>
      </w:r>
      <w:r>
        <w:rPr>
          <w:rFonts w:hint="eastAsia"/>
        </w:rPr>
        <w:t>应用程序框架：</w:t>
      </w:r>
      <w:r w:rsidR="00A85DC8">
        <w:rPr>
          <w:rFonts w:hint="eastAsia"/>
        </w:rPr>
        <w:t xml:space="preserve">Qt 6.9 </w:t>
      </w:r>
      <w:r w:rsidR="00A85DC8">
        <w:rPr>
          <w:rFonts w:hint="eastAsia"/>
        </w:rPr>
        <w:t>开源许可证</w:t>
      </w:r>
    </w:p>
    <w:p w14:paraId="656DB35F" w14:textId="77777777" w:rsidR="00AE4731" w:rsidRPr="00A85DC8" w:rsidRDefault="00AE4731" w:rsidP="007661C8">
      <w:pPr>
        <w:pStyle w:val="PARAM"/>
        <w:ind w:firstLine="420"/>
        <w:rPr>
          <w:rFonts w:hint="eastAsia"/>
        </w:rPr>
      </w:pPr>
    </w:p>
    <w:p w14:paraId="20B13758" w14:textId="61D0184C" w:rsidR="00AE4731" w:rsidRPr="00AE4731" w:rsidRDefault="007661C8" w:rsidP="00AE4731">
      <w:pPr>
        <w:pStyle w:val="10"/>
        <w:rPr>
          <w:rFonts w:hint="eastAsia"/>
        </w:rPr>
      </w:pPr>
      <w:r w:rsidRPr="007661C8">
        <w:rPr>
          <w:rFonts w:hint="eastAsia"/>
        </w:rPr>
        <w:t>功能</w:t>
      </w:r>
      <w:r>
        <w:rPr>
          <w:rFonts w:hint="eastAsia"/>
        </w:rPr>
        <w:t>介绍</w:t>
      </w:r>
    </w:p>
    <w:p w14:paraId="7A20FBD4" w14:textId="4216AD13" w:rsidR="007661C8" w:rsidRDefault="00250715" w:rsidP="007661C8">
      <w:pPr>
        <w:pStyle w:val="PARAM"/>
        <w:ind w:firstLine="420"/>
      </w:pPr>
      <w:r>
        <w:rPr>
          <w:rFonts w:hint="eastAsia"/>
        </w:rPr>
        <w:t>1</w:t>
      </w:r>
      <w:r>
        <w:rPr>
          <w:rFonts w:hint="eastAsia"/>
        </w:rPr>
        <w:t>）选择图片</w:t>
      </w:r>
    </w:p>
    <w:p w14:paraId="7B08F016" w14:textId="4117C6E2" w:rsidR="00250715" w:rsidRDefault="00C82044" w:rsidP="007661C8">
      <w:pPr>
        <w:pStyle w:val="PARAM"/>
        <w:ind w:firstLine="420"/>
      </w:pPr>
      <w:r>
        <w:rPr>
          <w:rFonts w:hint="eastAsia"/>
        </w:rPr>
        <w:lastRenderedPageBreak/>
        <w:t>点击“</w:t>
      </w:r>
      <w:r w:rsidR="00937905">
        <w:rPr>
          <w:rFonts w:hint="eastAsia"/>
        </w:rPr>
        <w:t>选择图片</w:t>
      </w:r>
      <w:r>
        <w:rPr>
          <w:rFonts w:hint="eastAsia"/>
        </w:rPr>
        <w:t>”</w:t>
      </w:r>
      <w:r w:rsidR="00937905">
        <w:rPr>
          <w:rFonts w:hint="eastAsia"/>
        </w:rPr>
        <w:t>选择要识别的书法作品图片，选择后显示在左侧。</w:t>
      </w:r>
    </w:p>
    <w:p w14:paraId="1CDE6E89" w14:textId="235F05DA" w:rsidR="00250715" w:rsidRDefault="00937905" w:rsidP="007661C8">
      <w:pPr>
        <w:pStyle w:val="PARAM"/>
        <w:ind w:firstLine="420"/>
      </w:pPr>
      <w:r>
        <w:rPr>
          <w:rFonts w:hint="eastAsia"/>
        </w:rPr>
        <w:t>2</w:t>
      </w:r>
      <w:r>
        <w:rPr>
          <w:rFonts w:hint="eastAsia"/>
        </w:rPr>
        <w:t>）书法家识别</w:t>
      </w:r>
    </w:p>
    <w:p w14:paraId="630ECF89" w14:textId="27372AE4" w:rsidR="00937905" w:rsidRDefault="00937905" w:rsidP="007661C8">
      <w:pPr>
        <w:pStyle w:val="PARAM"/>
        <w:ind w:firstLine="420"/>
        <w:rPr>
          <w:rFonts w:hint="eastAsia"/>
        </w:rPr>
      </w:pPr>
      <w:r>
        <w:rPr>
          <w:rFonts w:hint="eastAsia"/>
        </w:rPr>
        <w:t>点击“确定”</w:t>
      </w:r>
      <w:r w:rsidR="000B5A27">
        <w:rPr>
          <w:rFonts w:hint="eastAsia"/>
        </w:rPr>
        <w:t>开始识别</w:t>
      </w:r>
      <w:r w:rsidR="00E22CDC">
        <w:rPr>
          <w:rFonts w:hint="eastAsia"/>
        </w:rPr>
        <w:t>。</w:t>
      </w:r>
      <w:r w:rsidR="000B5A27">
        <w:rPr>
          <w:rFonts w:hint="eastAsia"/>
        </w:rPr>
        <w:t>软件</w:t>
      </w:r>
      <w:r w:rsidR="009827ED">
        <w:rPr>
          <w:rFonts w:hint="eastAsia"/>
        </w:rPr>
        <w:t>目前基于</w:t>
      </w:r>
      <w:r w:rsidR="009827ED">
        <w:rPr>
          <w:rFonts w:hint="eastAsia"/>
        </w:rPr>
        <w:t>20</w:t>
      </w:r>
      <w:r w:rsidR="009827ED">
        <w:rPr>
          <w:rFonts w:hint="eastAsia"/>
        </w:rPr>
        <w:t>位古、现代书法家</w:t>
      </w:r>
      <w:r w:rsidR="00E22CDC">
        <w:rPr>
          <w:rFonts w:hint="eastAsia"/>
        </w:rPr>
        <w:t>，通过形态学方法提取文字位置，结果显示在左侧。然后通过卷积神经网络对书法家进行分类，按置信度从高到低对结果进行排序，</w:t>
      </w:r>
      <w:r w:rsidR="009C66BE">
        <w:rPr>
          <w:rFonts w:hint="eastAsia"/>
        </w:rPr>
        <w:t>并在右侧显示对应书法家的介绍。点击“前进</w:t>
      </w:r>
      <w:r w:rsidR="009C66BE">
        <w:rPr>
          <w:rFonts w:hint="eastAsia"/>
        </w:rPr>
        <w:t>/</w:t>
      </w:r>
      <w:r w:rsidR="009C66BE">
        <w:rPr>
          <w:rFonts w:hint="eastAsia"/>
        </w:rPr>
        <w:t>后退”查看</w:t>
      </w:r>
      <w:r w:rsidR="008A2E7B">
        <w:rPr>
          <w:rFonts w:hint="eastAsia"/>
        </w:rPr>
        <w:t>下</w:t>
      </w:r>
      <w:r w:rsidR="009C66BE">
        <w:rPr>
          <w:rFonts w:hint="eastAsia"/>
        </w:rPr>
        <w:t>一位</w:t>
      </w:r>
      <w:r w:rsidR="009C66BE">
        <w:rPr>
          <w:rFonts w:hint="eastAsia"/>
        </w:rPr>
        <w:t>/</w:t>
      </w:r>
      <w:r w:rsidR="008A2E7B">
        <w:rPr>
          <w:rFonts w:hint="eastAsia"/>
        </w:rPr>
        <w:t>上</w:t>
      </w:r>
      <w:r w:rsidR="009C66BE">
        <w:rPr>
          <w:rFonts w:hint="eastAsia"/>
        </w:rPr>
        <w:t>一位书法家，点击“重置”回到初始状态，或点击“</w:t>
      </w:r>
      <w:r w:rsidR="009C66BE">
        <w:rPr>
          <w:rFonts w:hint="eastAsia"/>
        </w:rPr>
        <w:t>选择图片</w:t>
      </w:r>
      <w:r w:rsidR="009C66BE">
        <w:rPr>
          <w:rFonts w:hint="eastAsia"/>
        </w:rPr>
        <w:t>”识别下一幅图片。</w:t>
      </w:r>
    </w:p>
    <w:p w14:paraId="53FA7C71" w14:textId="1899C45E" w:rsidR="00280939" w:rsidRDefault="00941D39" w:rsidP="007661C8">
      <w:pPr>
        <w:pStyle w:val="PARAM"/>
        <w:ind w:firstLine="420"/>
      </w:pPr>
      <w:r>
        <w:rPr>
          <w:rFonts w:hint="eastAsia"/>
        </w:rPr>
        <w:t>3</w:t>
      </w:r>
      <w:r>
        <w:rPr>
          <w:rFonts w:hint="eastAsia"/>
        </w:rPr>
        <w:t>）关于</w:t>
      </w:r>
    </w:p>
    <w:p w14:paraId="7C89EC7D" w14:textId="3D781DA8" w:rsidR="009C66BE" w:rsidRDefault="009C66BE" w:rsidP="007661C8">
      <w:pPr>
        <w:pStyle w:val="PARAM"/>
        <w:ind w:firstLine="420"/>
        <w:rPr>
          <w:rFonts w:hint="eastAsia"/>
        </w:rPr>
      </w:pPr>
      <w:r>
        <w:rPr>
          <w:rFonts w:hint="eastAsia"/>
        </w:rPr>
        <w:t>点击“关于”查看软件的相关信息。</w:t>
      </w:r>
    </w:p>
    <w:p w14:paraId="44B0EBE4" w14:textId="693EB000" w:rsidR="00280939" w:rsidRDefault="00280939" w:rsidP="007661C8">
      <w:pPr>
        <w:pStyle w:val="PARAM"/>
        <w:ind w:firstLine="420"/>
        <w:rPr>
          <w:rFonts w:hint="eastAsia"/>
        </w:rPr>
      </w:pPr>
    </w:p>
    <w:p w14:paraId="184CB172" w14:textId="2A9913FC" w:rsidR="007661C8" w:rsidRDefault="007661C8" w:rsidP="007661C8">
      <w:pPr>
        <w:pStyle w:val="10"/>
      </w:pPr>
      <w:r>
        <w:rPr>
          <w:rFonts w:hint="eastAsia"/>
        </w:rPr>
        <w:t>其他</w:t>
      </w:r>
    </w:p>
    <w:p w14:paraId="1F094948" w14:textId="012726FF" w:rsidR="00AF0F17" w:rsidRDefault="00AF0F17" w:rsidP="009827ED">
      <w:pPr>
        <w:pStyle w:val="PARAM"/>
        <w:ind w:firstLine="420"/>
        <w:rPr>
          <w:rFonts w:hint="eastAsia"/>
        </w:rPr>
      </w:pPr>
      <w:r>
        <w:rPr>
          <w:rFonts w:hint="eastAsia"/>
        </w:rPr>
        <w:t>数据来自《书法风格》数据集（链接：</w:t>
      </w:r>
      <w:r w:rsidRPr="00AF0F17">
        <w:t>https://aistudio.baidu.com/datasetdetail/86197</w:t>
      </w:r>
      <w:r>
        <w:rPr>
          <w:rFonts w:hint="eastAsia"/>
        </w:rPr>
        <w:t>）</w:t>
      </w:r>
      <w:r w:rsidR="0030124F">
        <w:rPr>
          <w:rFonts w:hint="eastAsia"/>
        </w:rPr>
        <w:t>，下载后放在项目</w:t>
      </w:r>
      <w:r w:rsidR="0030124F">
        <w:rPr>
          <w:rFonts w:hint="eastAsia"/>
        </w:rPr>
        <w:t>dataset</w:t>
      </w:r>
      <w:r w:rsidR="0030124F">
        <w:rPr>
          <w:rFonts w:hint="eastAsia"/>
        </w:rPr>
        <w:t>文件夹。</w:t>
      </w:r>
    </w:p>
    <w:p w14:paraId="5DDCF150" w14:textId="77777777" w:rsidR="00AE4731" w:rsidRPr="00AF0F17" w:rsidRDefault="00AE4731" w:rsidP="009827ED">
      <w:pPr>
        <w:pStyle w:val="PARAM"/>
        <w:ind w:firstLine="420"/>
        <w:rPr>
          <w:rFonts w:hint="eastAsia"/>
        </w:rPr>
      </w:pPr>
    </w:p>
    <w:sectPr w:rsidR="00AE4731" w:rsidRPr="00AF0F17" w:rsidSect="00CF0F9F">
      <w:pgSz w:w="11906" w:h="16838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DCB0B" w14:textId="77777777" w:rsidR="00AC62DB" w:rsidRDefault="00AC62DB" w:rsidP="007661C8">
      <w:r>
        <w:separator/>
      </w:r>
    </w:p>
  </w:endnote>
  <w:endnote w:type="continuationSeparator" w:id="0">
    <w:p w14:paraId="0B62F897" w14:textId="77777777" w:rsidR="00AC62DB" w:rsidRDefault="00AC62DB" w:rsidP="0076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AE44A" w14:textId="77777777" w:rsidR="00AC62DB" w:rsidRDefault="00AC62DB" w:rsidP="007661C8">
      <w:r>
        <w:separator/>
      </w:r>
    </w:p>
  </w:footnote>
  <w:footnote w:type="continuationSeparator" w:id="0">
    <w:p w14:paraId="486F0A93" w14:textId="77777777" w:rsidR="00AC62DB" w:rsidRDefault="00AC62DB" w:rsidP="00766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F6B"/>
    <w:multiLevelType w:val="hybridMultilevel"/>
    <w:tmpl w:val="9154DDE2"/>
    <w:lvl w:ilvl="0" w:tplc="8A660532">
      <w:start w:val="1"/>
      <w:numFmt w:val="decimal"/>
      <w:pStyle w:val="1"/>
      <w:suff w:val="nothing"/>
      <w:lvlText w:val="（%1）"/>
      <w:lvlJc w:val="left"/>
      <w:pPr>
        <w:ind w:left="0" w:firstLine="40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3EBD06F7"/>
    <w:multiLevelType w:val="multilevel"/>
    <w:tmpl w:val="17768D98"/>
    <w:lvl w:ilvl="0">
      <w:start w:val="1"/>
      <w:numFmt w:val="decimal"/>
      <w:pStyle w:val="10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68084094"/>
    <w:multiLevelType w:val="hybridMultilevel"/>
    <w:tmpl w:val="371C7AA0"/>
    <w:lvl w:ilvl="0" w:tplc="5254BD34">
      <w:start w:val="1"/>
      <w:numFmt w:val="bullet"/>
      <w:pStyle w:val="BULLET"/>
      <w:suff w:val="space"/>
      <w:lvlText w:val=""/>
      <w:lvlJc w:val="left"/>
      <w:pPr>
        <w:ind w:left="0" w:firstLine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" w15:restartNumberingAfterBreak="0">
    <w:nsid w:val="6AD54964"/>
    <w:multiLevelType w:val="hybridMultilevel"/>
    <w:tmpl w:val="93E098D8"/>
    <w:lvl w:ilvl="0" w:tplc="04090017">
      <w:start w:val="1"/>
      <w:numFmt w:val="chineseCountingThousand"/>
      <w:lvlText w:val="(%1)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1376927492">
    <w:abstractNumId w:val="1"/>
  </w:num>
  <w:num w:numId="2" w16cid:durableId="807624182">
    <w:abstractNumId w:val="3"/>
  </w:num>
  <w:num w:numId="3" w16cid:durableId="1707751357">
    <w:abstractNumId w:val="0"/>
  </w:num>
  <w:num w:numId="4" w16cid:durableId="1230917377">
    <w:abstractNumId w:val="1"/>
    <w:lvlOverride w:ilvl="0">
      <w:startOverride w:val="1"/>
    </w:lvlOverride>
  </w:num>
  <w:num w:numId="5" w16cid:durableId="254752273">
    <w:abstractNumId w:val="0"/>
    <w:lvlOverride w:ilvl="0">
      <w:startOverride w:val="1"/>
    </w:lvlOverride>
  </w:num>
  <w:num w:numId="6" w16cid:durableId="966738222">
    <w:abstractNumId w:val="0"/>
    <w:lvlOverride w:ilvl="0">
      <w:startOverride w:val="1"/>
    </w:lvlOverride>
  </w:num>
  <w:num w:numId="7" w16cid:durableId="1584217185">
    <w:abstractNumId w:val="0"/>
    <w:lvlOverride w:ilvl="0">
      <w:startOverride w:val="1"/>
    </w:lvlOverride>
  </w:num>
  <w:num w:numId="8" w16cid:durableId="1343822361">
    <w:abstractNumId w:val="2"/>
  </w:num>
  <w:num w:numId="9" w16cid:durableId="466320215">
    <w:abstractNumId w:val="2"/>
    <w:lvlOverride w:ilvl="0">
      <w:startOverride w:val="1"/>
    </w:lvlOverride>
  </w:num>
  <w:num w:numId="10" w16cid:durableId="176449881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1C8"/>
    <w:rsid w:val="00071842"/>
    <w:rsid w:val="000B5A27"/>
    <w:rsid w:val="000C7E94"/>
    <w:rsid w:val="000F6BAE"/>
    <w:rsid w:val="00180522"/>
    <w:rsid w:val="001D3A6C"/>
    <w:rsid w:val="00227724"/>
    <w:rsid w:val="00250715"/>
    <w:rsid w:val="00280939"/>
    <w:rsid w:val="002C0A2C"/>
    <w:rsid w:val="0030124F"/>
    <w:rsid w:val="00306EA0"/>
    <w:rsid w:val="004521DB"/>
    <w:rsid w:val="004B25FF"/>
    <w:rsid w:val="00504FF5"/>
    <w:rsid w:val="005F1075"/>
    <w:rsid w:val="00665730"/>
    <w:rsid w:val="006757C7"/>
    <w:rsid w:val="006853D4"/>
    <w:rsid w:val="006C4883"/>
    <w:rsid w:val="007661C8"/>
    <w:rsid w:val="008A2E7B"/>
    <w:rsid w:val="008D229D"/>
    <w:rsid w:val="008E4EA2"/>
    <w:rsid w:val="008E590B"/>
    <w:rsid w:val="00937905"/>
    <w:rsid w:val="00941D39"/>
    <w:rsid w:val="00975521"/>
    <w:rsid w:val="009827ED"/>
    <w:rsid w:val="009C66BE"/>
    <w:rsid w:val="009D260D"/>
    <w:rsid w:val="00A85DC8"/>
    <w:rsid w:val="00AC62DB"/>
    <w:rsid w:val="00AE4731"/>
    <w:rsid w:val="00AF0F17"/>
    <w:rsid w:val="00B10EB6"/>
    <w:rsid w:val="00C175E3"/>
    <w:rsid w:val="00C64CC3"/>
    <w:rsid w:val="00C71C07"/>
    <w:rsid w:val="00C82044"/>
    <w:rsid w:val="00CB70A6"/>
    <w:rsid w:val="00CC4B44"/>
    <w:rsid w:val="00CF0F9F"/>
    <w:rsid w:val="00D27BAE"/>
    <w:rsid w:val="00DA6720"/>
    <w:rsid w:val="00DB7C19"/>
    <w:rsid w:val="00E22CDC"/>
    <w:rsid w:val="00E57313"/>
    <w:rsid w:val="00F203FE"/>
    <w:rsid w:val="00F5688D"/>
    <w:rsid w:val="00FF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7629A"/>
  <w15:chartTrackingRefBased/>
  <w15:docId w15:val="{2AB7F13B-5A05-4082-AB14-AE523D45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5E3"/>
    <w:pPr>
      <w:widowControl w:val="0"/>
      <w:spacing w:after="0" w:line="240" w:lineRule="auto"/>
    </w:pPr>
    <w:rPr>
      <w:rFonts w:ascii="Times New Roman" w:eastAsia="宋体" w:hAnsi="Times New Roman"/>
      <w:sz w:val="21"/>
    </w:rPr>
  </w:style>
  <w:style w:type="paragraph" w:styleId="10">
    <w:name w:val="heading 1"/>
    <w:basedOn w:val="a"/>
    <w:next w:val="a"/>
    <w:link w:val="11"/>
    <w:uiPriority w:val="9"/>
    <w:qFormat/>
    <w:rsid w:val="007661C8"/>
    <w:pPr>
      <w:numPr>
        <w:numId w:val="1"/>
      </w:numPr>
      <w:spacing w:line="300" w:lineRule="auto"/>
      <w:outlineLvl w:val="0"/>
    </w:pPr>
    <w:rPr>
      <w:rFonts w:eastAsia="黑体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B25FF"/>
    <w:pPr>
      <w:numPr>
        <w:ilvl w:val="1"/>
        <w:numId w:val="1"/>
      </w:numPr>
      <w:spacing w:line="300" w:lineRule="auto"/>
      <w:outlineLvl w:val="1"/>
    </w:pPr>
    <w:rPr>
      <w:rFonts w:eastAsia="黑体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B25FF"/>
    <w:pPr>
      <w:numPr>
        <w:ilvl w:val="2"/>
        <w:numId w:val="1"/>
      </w:numPr>
      <w:spacing w:line="300" w:lineRule="auto"/>
      <w:outlineLvl w:val="2"/>
    </w:pPr>
    <w:rPr>
      <w:rFonts w:eastAsia="黑体"/>
    </w:rPr>
  </w:style>
  <w:style w:type="paragraph" w:styleId="4">
    <w:name w:val="heading 4"/>
    <w:basedOn w:val="a"/>
    <w:next w:val="a"/>
    <w:link w:val="40"/>
    <w:uiPriority w:val="9"/>
    <w:unhideWhenUsed/>
    <w:qFormat/>
    <w:rsid w:val="004B25FF"/>
    <w:pPr>
      <w:numPr>
        <w:ilvl w:val="3"/>
        <w:numId w:val="1"/>
      </w:numPr>
      <w:spacing w:line="300" w:lineRule="auto"/>
      <w:outlineLvl w:val="3"/>
    </w:pPr>
    <w:rPr>
      <w:rFonts w:eastAsia="黑体"/>
    </w:rPr>
  </w:style>
  <w:style w:type="paragraph" w:styleId="5">
    <w:name w:val="heading 5"/>
    <w:basedOn w:val="a"/>
    <w:next w:val="a"/>
    <w:link w:val="50"/>
    <w:uiPriority w:val="9"/>
    <w:semiHidden/>
    <w:unhideWhenUsed/>
    <w:rsid w:val="00DB7C1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7C1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7C1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7C1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7C1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标题 1 字符"/>
    <w:basedOn w:val="a0"/>
    <w:link w:val="10"/>
    <w:uiPriority w:val="9"/>
    <w:rsid w:val="007661C8"/>
    <w:rPr>
      <w:rFonts w:ascii="Times New Roman" w:eastAsia="黑体" w:hAnsi="Times New Roman"/>
      <w:sz w:val="24"/>
    </w:rPr>
  </w:style>
  <w:style w:type="character" w:customStyle="1" w:styleId="20">
    <w:name w:val="标题 2 字符"/>
    <w:basedOn w:val="a0"/>
    <w:link w:val="2"/>
    <w:uiPriority w:val="9"/>
    <w:rsid w:val="004B25FF"/>
    <w:rPr>
      <w:rFonts w:ascii="Times New Roman" w:eastAsia="黑体" w:hAnsi="Times New Roman"/>
      <w:sz w:val="24"/>
    </w:rPr>
  </w:style>
  <w:style w:type="character" w:customStyle="1" w:styleId="30">
    <w:name w:val="标题 3 字符"/>
    <w:basedOn w:val="a0"/>
    <w:link w:val="3"/>
    <w:uiPriority w:val="9"/>
    <w:rsid w:val="004B25FF"/>
    <w:rPr>
      <w:rFonts w:ascii="Times New Roman" w:eastAsia="黑体" w:hAnsi="Times New Roman"/>
      <w:sz w:val="21"/>
    </w:rPr>
  </w:style>
  <w:style w:type="character" w:customStyle="1" w:styleId="40">
    <w:name w:val="标题 4 字符"/>
    <w:basedOn w:val="a0"/>
    <w:link w:val="4"/>
    <w:uiPriority w:val="9"/>
    <w:rsid w:val="004B25FF"/>
    <w:rPr>
      <w:rFonts w:ascii="Times New Roman" w:eastAsia="黑体" w:hAnsi="Times New Roman"/>
      <w:sz w:val="21"/>
    </w:rPr>
  </w:style>
  <w:style w:type="character" w:customStyle="1" w:styleId="50">
    <w:name w:val="标题 5 字符"/>
    <w:basedOn w:val="a0"/>
    <w:link w:val="5"/>
    <w:uiPriority w:val="9"/>
    <w:semiHidden/>
    <w:rsid w:val="00DB7C1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B7C1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B7C1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B7C1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B7C1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F1075"/>
    <w:pPr>
      <w:spacing w:line="300" w:lineRule="auto"/>
      <w:jc w:val="center"/>
    </w:pPr>
    <w:rPr>
      <w:rFonts w:eastAsia="黑体"/>
      <w:sz w:val="28"/>
    </w:rPr>
  </w:style>
  <w:style w:type="character" w:customStyle="1" w:styleId="a4">
    <w:name w:val="标题 字符"/>
    <w:basedOn w:val="a0"/>
    <w:link w:val="a3"/>
    <w:uiPriority w:val="10"/>
    <w:rsid w:val="005F1075"/>
    <w:rPr>
      <w:rFonts w:ascii="Times New Roman" w:eastAsia="黑体" w:hAnsi="Times New Roman"/>
      <w:sz w:val="28"/>
    </w:rPr>
  </w:style>
  <w:style w:type="paragraph" w:styleId="a5">
    <w:name w:val="Subtitle"/>
    <w:basedOn w:val="a"/>
    <w:next w:val="a"/>
    <w:link w:val="a6"/>
    <w:uiPriority w:val="11"/>
    <w:rsid w:val="00DB7C1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B7C1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rsid w:val="00DB7C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B7C1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rsid w:val="00DB7C19"/>
    <w:pPr>
      <w:ind w:left="720"/>
      <w:contextualSpacing/>
    </w:pPr>
  </w:style>
  <w:style w:type="character" w:styleId="aa">
    <w:name w:val="Intense Emphasis"/>
    <w:basedOn w:val="a0"/>
    <w:uiPriority w:val="21"/>
    <w:rsid w:val="00DB7C1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rsid w:val="00DB7C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B7C1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rsid w:val="00DB7C19"/>
    <w:rPr>
      <w:b/>
      <w:bCs/>
      <w:smallCaps/>
      <w:color w:val="2F5496" w:themeColor="accent1" w:themeShade="BF"/>
      <w:spacing w:val="5"/>
    </w:rPr>
  </w:style>
  <w:style w:type="paragraph" w:customStyle="1" w:styleId="PARAM">
    <w:name w:val="PARAM"/>
    <w:basedOn w:val="a"/>
    <w:link w:val="PARAM0"/>
    <w:qFormat/>
    <w:rsid w:val="00CC4B44"/>
    <w:pPr>
      <w:spacing w:line="300" w:lineRule="auto"/>
      <w:ind w:firstLineChars="200" w:firstLine="200"/>
      <w:jc w:val="both"/>
    </w:pPr>
  </w:style>
  <w:style w:type="table" w:styleId="ae">
    <w:name w:val="Table Grid"/>
    <w:basedOn w:val="a1"/>
    <w:uiPriority w:val="39"/>
    <w:rsid w:val="008E5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basedOn w:val="a"/>
    <w:next w:val="a"/>
    <w:uiPriority w:val="35"/>
    <w:unhideWhenUsed/>
    <w:qFormat/>
    <w:rsid w:val="008E590B"/>
    <w:pPr>
      <w:jc w:val="center"/>
    </w:pPr>
    <w:rPr>
      <w:rFonts w:cstheme="majorBidi"/>
      <w:szCs w:val="20"/>
    </w:rPr>
  </w:style>
  <w:style w:type="table" w:customStyle="1" w:styleId="TABLE">
    <w:name w:val="TABLE"/>
    <w:basedOn w:val="a1"/>
    <w:uiPriority w:val="99"/>
    <w:rsid w:val="008E590B"/>
    <w:pPr>
      <w:spacing w:after="0" w:line="240" w:lineRule="auto"/>
      <w:jc w:val="center"/>
    </w:pPr>
    <w:rPr>
      <w:rFonts w:ascii="Times New Roman" w:eastAsia="宋体" w:hAnsi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XT">
    <w:name w:val="TABLE_TXT"/>
    <w:basedOn w:val="a"/>
    <w:qFormat/>
    <w:rsid w:val="00DA6720"/>
    <w:pPr>
      <w:jc w:val="center"/>
    </w:pPr>
    <w:rPr>
      <w:noProof/>
      <w:sz w:val="18"/>
    </w:rPr>
  </w:style>
  <w:style w:type="table" w:customStyle="1" w:styleId="LAYOUT">
    <w:name w:val="LAYOUT"/>
    <w:basedOn w:val="TABLE"/>
    <w:uiPriority w:val="99"/>
    <w:rsid w:val="00504FF5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FIGURETXT">
    <w:name w:val="FIGURE_TXT"/>
    <w:basedOn w:val="a"/>
    <w:qFormat/>
    <w:rsid w:val="008E4EA2"/>
    <w:pPr>
      <w:jc w:val="center"/>
    </w:pPr>
    <w:rPr>
      <w:sz w:val="18"/>
    </w:rPr>
  </w:style>
  <w:style w:type="paragraph" w:customStyle="1" w:styleId="1">
    <w:name w:val="列表1"/>
    <w:basedOn w:val="PARAM"/>
    <w:qFormat/>
    <w:rsid w:val="008E4EA2"/>
    <w:pPr>
      <w:numPr>
        <w:numId w:val="3"/>
      </w:numPr>
      <w:ind w:firstLineChars="0" w:firstLine="0"/>
    </w:pPr>
  </w:style>
  <w:style w:type="paragraph" w:customStyle="1" w:styleId="BULLET">
    <w:name w:val="BULLET"/>
    <w:basedOn w:val="PARAM"/>
    <w:qFormat/>
    <w:rsid w:val="008E4EA2"/>
    <w:pPr>
      <w:numPr>
        <w:numId w:val="8"/>
      </w:numPr>
      <w:ind w:firstLineChars="0" w:firstLine="0"/>
    </w:pPr>
  </w:style>
  <w:style w:type="paragraph" w:customStyle="1" w:styleId="LABEL">
    <w:name w:val="LABEL"/>
    <w:basedOn w:val="PARAM"/>
    <w:next w:val="a"/>
    <w:link w:val="LABEL0"/>
    <w:qFormat/>
    <w:rsid w:val="00071842"/>
    <w:pPr>
      <w:ind w:firstLineChars="0" w:firstLine="0"/>
      <w:jc w:val="left"/>
      <w:outlineLvl w:val="0"/>
    </w:pPr>
    <w:rPr>
      <w:rFonts w:eastAsia="黑体"/>
      <w:sz w:val="28"/>
    </w:rPr>
  </w:style>
  <w:style w:type="character" w:customStyle="1" w:styleId="PARAM0">
    <w:name w:val="PARAM 字符"/>
    <w:basedOn w:val="a0"/>
    <w:link w:val="PARAM"/>
    <w:rsid w:val="00071842"/>
    <w:rPr>
      <w:rFonts w:ascii="Times New Roman" w:eastAsia="宋体" w:hAnsi="Times New Roman"/>
      <w:sz w:val="21"/>
    </w:rPr>
  </w:style>
  <w:style w:type="character" w:customStyle="1" w:styleId="LABEL0">
    <w:name w:val="LABEL 字符"/>
    <w:basedOn w:val="PARAM0"/>
    <w:link w:val="LABEL"/>
    <w:rsid w:val="00071842"/>
    <w:rPr>
      <w:rFonts w:ascii="Times New Roman" w:eastAsia="黑体" w:hAnsi="Times New Roman"/>
      <w:sz w:val="28"/>
    </w:rPr>
  </w:style>
  <w:style w:type="paragraph" w:styleId="af0">
    <w:name w:val="header"/>
    <w:basedOn w:val="a"/>
    <w:link w:val="af1"/>
    <w:uiPriority w:val="99"/>
    <w:unhideWhenUsed/>
    <w:rsid w:val="007661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7661C8"/>
    <w:rPr>
      <w:rFonts w:ascii="Times New Roman" w:eastAsia="宋体" w:hAnsi="Times New Roman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7661C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7661C8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ON\Documents\&#33258;&#23450;&#20041;%20Office%20&#27169;&#26495;\&#22522;&#26412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9CBD1-AEC0-4705-9F4B-F12C027F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基本.dotx</Template>
  <TotalTime>40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</dc:creator>
  <cp:keywords/>
  <dc:description/>
  <cp:lastModifiedBy>San Lee</cp:lastModifiedBy>
  <cp:revision>21</cp:revision>
  <dcterms:created xsi:type="dcterms:W3CDTF">2025-08-03T05:24:00Z</dcterms:created>
  <dcterms:modified xsi:type="dcterms:W3CDTF">2025-08-03T06:04:00Z</dcterms:modified>
</cp:coreProperties>
</file>